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413B8A13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28786D">
        <w:rPr>
          <w:caps/>
          <w:sz w:val="40"/>
        </w:rPr>
        <w:t>.9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C103643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3F1F3E">
        <w:rPr>
          <w:caps/>
          <w:sz w:val="40"/>
        </w:rPr>
        <w:t>9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3F1F3E">
        <w:rPr>
          <w:caps/>
          <w:sz w:val="40"/>
        </w:rPr>
        <w:t>BALICÍ STROj NA PALETY</w:t>
      </w:r>
      <w:r w:rsidR="008D435A">
        <w:rPr>
          <w:caps/>
          <w:sz w:val="40"/>
        </w:rPr>
        <w:t xml:space="preserve"> do stret</w:t>
      </w:r>
      <w:r w:rsidR="0076694F">
        <w:rPr>
          <w:caps/>
          <w:sz w:val="40"/>
        </w:rPr>
        <w:t>c</w:t>
      </w:r>
      <w:r w:rsidR="008D435A">
        <w:rPr>
          <w:caps/>
          <w:sz w:val="40"/>
        </w:rPr>
        <w:t xml:space="preserve">h fólie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45A22EF5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>Část 0</w:t>
      </w:r>
      <w:r w:rsidR="003F1F3E">
        <w:rPr>
          <w:rFonts w:asciiTheme="majorHAnsi" w:hAnsiTheme="majorHAnsi" w:cstheme="majorBidi"/>
          <w:b/>
          <w:bCs/>
        </w:rPr>
        <w:t>9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060737">
        <w:rPr>
          <w:rFonts w:asciiTheme="majorHAnsi" w:hAnsiTheme="majorHAnsi" w:cstheme="majorBidi"/>
          <w:b/>
          <w:bCs/>
        </w:rPr>
        <w:t>B</w:t>
      </w:r>
      <w:r w:rsidR="003F1F3E">
        <w:rPr>
          <w:rFonts w:asciiTheme="majorHAnsi" w:hAnsiTheme="majorHAnsi" w:cstheme="majorBidi"/>
          <w:b/>
          <w:bCs/>
        </w:rPr>
        <w:t>alicí stroj na palety</w:t>
      </w:r>
      <w:r w:rsidR="008D435A">
        <w:rPr>
          <w:rFonts w:asciiTheme="majorHAnsi" w:hAnsiTheme="majorHAnsi" w:cstheme="majorBidi"/>
          <w:b/>
          <w:bCs/>
        </w:rPr>
        <w:t xml:space="preserve"> do stret</w:t>
      </w:r>
      <w:r w:rsidR="00666B46">
        <w:rPr>
          <w:rFonts w:asciiTheme="majorHAnsi" w:hAnsiTheme="majorHAnsi" w:cstheme="majorBidi"/>
          <w:b/>
          <w:bCs/>
        </w:rPr>
        <w:t>c</w:t>
      </w:r>
      <w:r w:rsidR="008D435A">
        <w:rPr>
          <w:rFonts w:asciiTheme="majorHAnsi" w:hAnsiTheme="majorHAnsi" w:cstheme="majorBidi"/>
          <w:b/>
          <w:bCs/>
        </w:rPr>
        <w:t>h fólie</w:t>
      </w:r>
      <w:r w:rsidR="00557FEE">
        <w:rPr>
          <w:rFonts w:asciiTheme="majorHAnsi" w:hAnsiTheme="majorHAnsi" w:cstheme="majorBidi"/>
          <w:b/>
          <w:bCs/>
        </w:rPr>
        <w:t xml:space="preserve"> – 1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063A61F8" w:rsidR="00494E93" w:rsidRPr="00F15DD5" w:rsidRDefault="003F1F3E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Balicí stroj na palety</w:t>
      </w:r>
      <w:r w:rsidR="008D435A">
        <w:rPr>
          <w:rFonts w:asciiTheme="majorHAnsi" w:hAnsiTheme="majorHAnsi" w:cstheme="majorHAnsi"/>
          <w:b/>
          <w:u w:val="single"/>
        </w:rPr>
        <w:t xml:space="preserve"> do stret</w:t>
      </w:r>
      <w:r w:rsidR="0076694F">
        <w:rPr>
          <w:rFonts w:asciiTheme="majorHAnsi" w:hAnsiTheme="majorHAnsi" w:cstheme="majorHAnsi"/>
          <w:b/>
          <w:u w:val="single"/>
        </w:rPr>
        <w:t>c</w:t>
      </w:r>
      <w:r w:rsidR="008D435A">
        <w:rPr>
          <w:rFonts w:asciiTheme="majorHAnsi" w:hAnsiTheme="majorHAnsi" w:cstheme="majorHAnsi"/>
          <w:b/>
          <w:u w:val="single"/>
        </w:rPr>
        <w:t>h fólie</w:t>
      </w:r>
      <w:r w:rsidR="00557FEE">
        <w:rPr>
          <w:rFonts w:asciiTheme="majorHAnsi" w:hAnsiTheme="majorHAnsi" w:cstheme="majorHAnsi"/>
          <w:b/>
          <w:u w:val="single"/>
        </w:rPr>
        <w:t xml:space="preserve"> </w:t>
      </w:r>
      <w:r w:rsidR="00F90AEE">
        <w:rPr>
          <w:rFonts w:asciiTheme="majorHAnsi" w:hAnsiTheme="majorHAnsi" w:cstheme="majorHAnsi"/>
          <w:b/>
          <w:u w:val="single"/>
        </w:rPr>
        <w:t>–</w:t>
      </w:r>
      <w:r w:rsidR="00557FEE">
        <w:rPr>
          <w:rFonts w:asciiTheme="majorHAnsi" w:hAnsiTheme="majorHAnsi" w:cstheme="majorHAnsi"/>
          <w:b/>
          <w:u w:val="single"/>
        </w:rPr>
        <w:t xml:space="preserve"> </w:t>
      </w:r>
      <w:r w:rsidR="00F90AEE">
        <w:rPr>
          <w:rFonts w:asciiTheme="majorHAnsi" w:hAnsiTheme="majorHAnsi" w:cstheme="majorHAnsi"/>
          <w:b/>
          <w:u w:val="single"/>
        </w:rPr>
        <w:t>1 ks</w:t>
      </w:r>
      <w:r w:rsidR="00060737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58EB095D" w:rsidR="00494E93" w:rsidRPr="00C16997" w:rsidRDefault="003F1F3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929A7">
              <w:rPr>
                <w:rFonts w:asciiTheme="majorHAnsi" w:hAnsiTheme="majorHAnsi" w:cstheme="majorHAnsi"/>
                <w:b/>
                <w:bCs/>
              </w:rPr>
              <w:t xml:space="preserve">Maximální </w:t>
            </w:r>
            <w:r>
              <w:rPr>
                <w:rFonts w:asciiTheme="majorHAnsi" w:hAnsiTheme="majorHAnsi" w:cstheme="majorHAnsi"/>
              </w:rPr>
              <w:t>balicí výška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71143570" w:rsidR="00494E93" w:rsidRPr="00C16997" w:rsidRDefault="000929A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3F1F3E">
              <w:rPr>
                <w:rFonts w:asciiTheme="majorHAnsi" w:hAnsiTheme="majorHAnsi" w:cstheme="majorHAnsi"/>
              </w:rPr>
              <w:t>in. 2000 mm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24B521B8" w:rsidR="00494E93" w:rsidRPr="00C16997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Možnost napínání fólie při balení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7025DCBA" w:rsidR="00494E93" w:rsidRPr="00C16997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09162327"/>
              <w:placeholder>
                <w:docPart w:val="6AB9D7F712CF456E94EB72EC909878A3"/>
              </w:placeholder>
            </w:sdtPr>
            <w:sdtContent>
              <w:p w14:paraId="7DA572D0" w14:textId="0257033D" w:rsidR="00F15DD5" w:rsidRPr="00C16997" w:rsidRDefault="005A375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59621D32" w:rsidR="00F15DD5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Ruční režim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3622EF0" w:rsidR="00F15DD5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68591612"/>
              <w:placeholder>
                <w:docPart w:val="1515D456F88F4FAAA2F878C51A1465C2"/>
              </w:placeholder>
            </w:sdtPr>
            <w:sdtContent>
              <w:p w14:paraId="0C9D4CB9" w14:textId="26A1D7A1" w:rsidR="00F15DD5" w:rsidRDefault="0076694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782B640A" w:rsidR="003A5DBA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Automatický režim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8ADE005" w:rsidR="003A5DBA" w:rsidRDefault="008D435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04262017"/>
              <w:placeholder>
                <w:docPart w:val="5A2CE526335142BD99327E810E2F52F0"/>
              </w:placeholder>
            </w:sdtPr>
            <w:sdtContent>
              <w:p w14:paraId="083F1377" w14:textId="4F21186D" w:rsidR="003A5DBA" w:rsidRDefault="0076694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5279D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5279D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6936C1FE" w:rsidR="00181002" w:rsidRPr="00557FEE" w:rsidRDefault="008D435A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57FEE">
              <w:rPr>
                <w:rFonts w:asciiTheme="majorHAnsi" w:hAnsiTheme="majorHAnsi" w:cstheme="majorHAnsi"/>
                <w:b/>
                <w:bCs/>
              </w:rPr>
              <w:t>Balicí stroj na palety do stret</w:t>
            </w:r>
            <w:r w:rsidR="0076694F" w:rsidRPr="00557FEE">
              <w:rPr>
                <w:rFonts w:asciiTheme="majorHAnsi" w:hAnsiTheme="majorHAnsi" w:cstheme="majorHAnsi"/>
                <w:b/>
                <w:bCs/>
              </w:rPr>
              <w:t>ch</w:t>
            </w:r>
            <w:r w:rsidRPr="00557FEE">
              <w:rPr>
                <w:rFonts w:asciiTheme="majorHAnsi" w:hAnsiTheme="majorHAnsi" w:cstheme="majorHAnsi"/>
                <w:b/>
                <w:bCs/>
              </w:rPr>
              <w:t xml:space="preserve"> fólie</w:t>
            </w:r>
            <w:r w:rsidR="00557FEE" w:rsidRPr="00557FEE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184CF595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38194A4F" w:rsidR="00181002" w:rsidRPr="00A67A23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D199D3DC900B4D0488D96D56F1EC9989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5279DF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B578" w14:textId="77777777" w:rsidR="00D33A6A" w:rsidRDefault="00D33A6A" w:rsidP="002C4725">
      <w:pPr>
        <w:spacing w:after="0" w:line="240" w:lineRule="auto"/>
      </w:pPr>
      <w:r>
        <w:separator/>
      </w:r>
    </w:p>
  </w:endnote>
  <w:endnote w:type="continuationSeparator" w:id="0">
    <w:p w14:paraId="08171C88" w14:textId="77777777" w:rsidR="00D33A6A" w:rsidRDefault="00D33A6A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0C6DE" w14:textId="77777777" w:rsidR="00D33A6A" w:rsidRDefault="00D33A6A" w:rsidP="002C4725">
      <w:pPr>
        <w:spacing w:after="0" w:line="240" w:lineRule="auto"/>
      </w:pPr>
      <w:r>
        <w:separator/>
      </w:r>
    </w:p>
  </w:footnote>
  <w:footnote w:type="continuationSeparator" w:id="0">
    <w:p w14:paraId="0DEBB11B" w14:textId="77777777" w:rsidR="00D33A6A" w:rsidRDefault="00D33A6A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ug39GNm9zc94HhplwArzBZu58oiXJudgppa/D3MhfaEy+z6uOchvuITwV9aVqHNFJQ+sHVPgVAy9i0/Qsft6dQ==" w:salt="+mafCumDHIYrqlcjtCSK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60737"/>
    <w:rsid w:val="00072135"/>
    <w:rsid w:val="00076556"/>
    <w:rsid w:val="00082C5A"/>
    <w:rsid w:val="000929A7"/>
    <w:rsid w:val="000A3A57"/>
    <w:rsid w:val="000B42C0"/>
    <w:rsid w:val="000D388A"/>
    <w:rsid w:val="000D3E20"/>
    <w:rsid w:val="000D4BF3"/>
    <w:rsid w:val="00106358"/>
    <w:rsid w:val="00130843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53F47"/>
    <w:rsid w:val="00267824"/>
    <w:rsid w:val="00273B04"/>
    <w:rsid w:val="002846DA"/>
    <w:rsid w:val="0028786D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D2088"/>
    <w:rsid w:val="003D6DD0"/>
    <w:rsid w:val="003D7EE6"/>
    <w:rsid w:val="003F0F2F"/>
    <w:rsid w:val="003F121F"/>
    <w:rsid w:val="003F1F3E"/>
    <w:rsid w:val="003F660A"/>
    <w:rsid w:val="00402441"/>
    <w:rsid w:val="0042111B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279DF"/>
    <w:rsid w:val="00537C09"/>
    <w:rsid w:val="0055358D"/>
    <w:rsid w:val="00557FEE"/>
    <w:rsid w:val="005A375F"/>
    <w:rsid w:val="005D53C2"/>
    <w:rsid w:val="005D66AA"/>
    <w:rsid w:val="005E7CEE"/>
    <w:rsid w:val="005F350C"/>
    <w:rsid w:val="005F5F8E"/>
    <w:rsid w:val="0063433E"/>
    <w:rsid w:val="006365AF"/>
    <w:rsid w:val="006432B7"/>
    <w:rsid w:val="00666B46"/>
    <w:rsid w:val="00694C0A"/>
    <w:rsid w:val="006A51E9"/>
    <w:rsid w:val="006C1405"/>
    <w:rsid w:val="006C64E7"/>
    <w:rsid w:val="006C77CF"/>
    <w:rsid w:val="0071161E"/>
    <w:rsid w:val="00716AFF"/>
    <w:rsid w:val="00722CDE"/>
    <w:rsid w:val="007244DA"/>
    <w:rsid w:val="00741F8C"/>
    <w:rsid w:val="007442A1"/>
    <w:rsid w:val="00763788"/>
    <w:rsid w:val="0076694F"/>
    <w:rsid w:val="00775992"/>
    <w:rsid w:val="00785EBF"/>
    <w:rsid w:val="007913D3"/>
    <w:rsid w:val="00794A6B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673D8"/>
    <w:rsid w:val="008872D2"/>
    <w:rsid w:val="00891F17"/>
    <w:rsid w:val="008C45B9"/>
    <w:rsid w:val="008C70A2"/>
    <w:rsid w:val="008D435A"/>
    <w:rsid w:val="008E6429"/>
    <w:rsid w:val="008F3E3E"/>
    <w:rsid w:val="008F4095"/>
    <w:rsid w:val="00917068"/>
    <w:rsid w:val="00921E65"/>
    <w:rsid w:val="0094696A"/>
    <w:rsid w:val="0097762F"/>
    <w:rsid w:val="00993A33"/>
    <w:rsid w:val="009974C4"/>
    <w:rsid w:val="009A5C04"/>
    <w:rsid w:val="009B67B4"/>
    <w:rsid w:val="009B7883"/>
    <w:rsid w:val="009E7E68"/>
    <w:rsid w:val="00A37772"/>
    <w:rsid w:val="00A44059"/>
    <w:rsid w:val="00A57CEB"/>
    <w:rsid w:val="00A67A23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06F32"/>
    <w:rsid w:val="00B46FBE"/>
    <w:rsid w:val="00B527F4"/>
    <w:rsid w:val="00B55DCE"/>
    <w:rsid w:val="00B56A03"/>
    <w:rsid w:val="00BA141F"/>
    <w:rsid w:val="00BC005C"/>
    <w:rsid w:val="00BC1BE2"/>
    <w:rsid w:val="00BE5A69"/>
    <w:rsid w:val="00BF318F"/>
    <w:rsid w:val="00BF4D9C"/>
    <w:rsid w:val="00BF71BE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92CDE"/>
    <w:rsid w:val="00CB2191"/>
    <w:rsid w:val="00CC42DF"/>
    <w:rsid w:val="00CD1ADC"/>
    <w:rsid w:val="00CD39FA"/>
    <w:rsid w:val="00CE111F"/>
    <w:rsid w:val="00CE184D"/>
    <w:rsid w:val="00CE5CDF"/>
    <w:rsid w:val="00D22DCA"/>
    <w:rsid w:val="00D33A6A"/>
    <w:rsid w:val="00D3716D"/>
    <w:rsid w:val="00D40675"/>
    <w:rsid w:val="00D41F6D"/>
    <w:rsid w:val="00D5314B"/>
    <w:rsid w:val="00D845DA"/>
    <w:rsid w:val="00D946F7"/>
    <w:rsid w:val="00DA2467"/>
    <w:rsid w:val="00DB4981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58EF"/>
    <w:rsid w:val="00F15DD5"/>
    <w:rsid w:val="00F55631"/>
    <w:rsid w:val="00F6706F"/>
    <w:rsid w:val="00F72D7A"/>
    <w:rsid w:val="00F75490"/>
    <w:rsid w:val="00F76B2F"/>
    <w:rsid w:val="00F84153"/>
    <w:rsid w:val="00F90AEE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B9D7F712CF456E94EB72EC90987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512E8-0D16-41CD-9AC6-FDFE674C6D5D}"/>
      </w:docPartPr>
      <w:docPartBody>
        <w:p w:rsidR="000C6C17" w:rsidRDefault="003145E3" w:rsidP="003145E3">
          <w:pPr>
            <w:pStyle w:val="6AB9D7F712CF456E94EB72EC909878A3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15D456F88F4FAAA2F878C51A1465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F19575-87EF-4D81-A1D1-BE368BFE3A7C}"/>
      </w:docPartPr>
      <w:docPartBody>
        <w:p w:rsidR="009B0C88" w:rsidRDefault="00411D50" w:rsidP="00411D50">
          <w:pPr>
            <w:pStyle w:val="1515D456F88F4FAAA2F878C51A1465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2CE526335142BD99327E810E2F5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19670-8CC1-4997-A351-78D9DC1D642D}"/>
      </w:docPartPr>
      <w:docPartBody>
        <w:p w:rsidR="009B0C88" w:rsidRDefault="00411D50" w:rsidP="00411D50">
          <w:pPr>
            <w:pStyle w:val="5A2CE526335142BD99327E810E2F52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99D3DC900B4D0488D96D56F1EC9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9096C8-8DE9-4DC1-AEA5-DA3ACF8B52EA}"/>
      </w:docPartPr>
      <w:docPartBody>
        <w:p w:rsidR="009B0C88" w:rsidRDefault="009B0C88" w:rsidP="009B0C88">
          <w:pPr>
            <w:pStyle w:val="D199D3DC900B4D0488D96D56F1EC9989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16252"/>
    <w:rsid w:val="003051D9"/>
    <w:rsid w:val="003145E3"/>
    <w:rsid w:val="00344421"/>
    <w:rsid w:val="00371332"/>
    <w:rsid w:val="003B3710"/>
    <w:rsid w:val="00411D50"/>
    <w:rsid w:val="004E00EB"/>
    <w:rsid w:val="004E0D2D"/>
    <w:rsid w:val="00651A9B"/>
    <w:rsid w:val="00680B9C"/>
    <w:rsid w:val="0071161E"/>
    <w:rsid w:val="00921E65"/>
    <w:rsid w:val="00936DC9"/>
    <w:rsid w:val="009A3103"/>
    <w:rsid w:val="009B0C88"/>
    <w:rsid w:val="00A10168"/>
    <w:rsid w:val="00A41006"/>
    <w:rsid w:val="00A44059"/>
    <w:rsid w:val="00AA3A4F"/>
    <w:rsid w:val="00B55DCE"/>
    <w:rsid w:val="00BE5A69"/>
    <w:rsid w:val="00C668C4"/>
    <w:rsid w:val="00D845DA"/>
    <w:rsid w:val="00D946F7"/>
    <w:rsid w:val="00DB4981"/>
    <w:rsid w:val="00E14E2A"/>
    <w:rsid w:val="00EA69AD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0C88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5D456F88F4FAAA2F878C51A1465C2">
    <w:name w:val="1515D456F88F4FAAA2F878C51A1465C2"/>
    <w:rsid w:val="00411D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2CE526335142BD99327E810E2F52F0">
    <w:name w:val="5A2CE526335142BD99327E810E2F52F0"/>
    <w:rsid w:val="00411D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99D3DC900B4D0488D96D56F1EC9989">
    <w:name w:val="D199D3DC900B4D0488D96D56F1EC9989"/>
    <w:rsid w:val="009B0C8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14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12</cp:revision>
  <cp:lastPrinted>2019-12-09T09:19:00Z</cp:lastPrinted>
  <dcterms:created xsi:type="dcterms:W3CDTF">2024-08-24T12:51:00Z</dcterms:created>
  <dcterms:modified xsi:type="dcterms:W3CDTF">2025-02-20T08:16:00Z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